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0F9C" w:rsidP="002D3375" w:rsidRDefault="00E70F9C" w14:paraId="63C4B72C" w14:textId="77777777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Pr="00E960BB" w:rsidR="006E5D65" w:rsidP="002D3375" w:rsidRDefault="00CD6897" w14:paraId="0CB3FB8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FC492F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6347581C" w14:textId="6F43F55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F3FAF">
        <w:rPr>
          <w:rFonts w:ascii="Corbel" w:hAnsi="Corbel"/>
          <w:smallCaps/>
          <w:szCs w:val="24"/>
        </w:rPr>
        <w:t>2019-2022</w:t>
      </w:r>
    </w:p>
    <w:p w:rsidRPr="00EA4832" w:rsidR="00445970" w:rsidP="001A3703" w:rsidRDefault="00445970" w14:paraId="42895027" w14:textId="414BAA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0F3FAF">
        <w:rPr>
          <w:rFonts w:ascii="Corbel" w:hAnsi="Corbel"/>
          <w:sz w:val="20"/>
          <w:szCs w:val="20"/>
        </w:rPr>
        <w:t>0</w:t>
      </w:r>
      <w:r w:rsidR="00A12AE7">
        <w:rPr>
          <w:rFonts w:ascii="Corbel" w:hAnsi="Corbel"/>
          <w:sz w:val="20"/>
          <w:szCs w:val="20"/>
        </w:rPr>
        <w:t>/202</w:t>
      </w:r>
      <w:r w:rsidR="000F3FAF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28D4CBE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69F075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C448D09" w14:textId="77777777">
        <w:tc>
          <w:tcPr>
            <w:tcW w:w="2694" w:type="dxa"/>
            <w:vAlign w:val="center"/>
          </w:tcPr>
          <w:p w:rsidRPr="009C54AE" w:rsidR="0085747A" w:rsidP="009C54AE" w:rsidRDefault="00C05F44" w14:paraId="1DE8F4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70F9C" w:rsidR="0085747A" w:rsidP="009C54AE" w:rsidRDefault="00E70F9C" w14:paraId="0CE5F06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F9C">
              <w:rPr>
                <w:rFonts w:ascii="Corbel" w:hAnsi="Corbel"/>
                <w:b w:val="0"/>
                <w:sz w:val="24"/>
                <w:szCs w:val="24"/>
              </w:rPr>
              <w:t>Ekonomia integracji europejskiej</w:t>
            </w:r>
          </w:p>
        </w:tc>
      </w:tr>
      <w:tr w:rsidRPr="009C54AE" w:rsidR="0085747A" w:rsidTr="00B819C8" w14:paraId="625D9F29" w14:textId="77777777">
        <w:tc>
          <w:tcPr>
            <w:tcW w:w="2694" w:type="dxa"/>
            <w:vAlign w:val="center"/>
          </w:tcPr>
          <w:p w:rsidRPr="009C54AE" w:rsidR="0085747A" w:rsidP="009C54AE" w:rsidRDefault="00C05F44" w14:paraId="1CE388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36E1" w14:paraId="5FF8AE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Pr="009C54AE" w:rsidR="0085747A" w:rsidTr="00B819C8" w14:paraId="72FA5734" w14:textId="77777777">
        <w:tc>
          <w:tcPr>
            <w:tcW w:w="2694" w:type="dxa"/>
            <w:vAlign w:val="center"/>
          </w:tcPr>
          <w:p w:rsidRPr="009C54AE" w:rsidR="0085747A" w:rsidP="00EA4832" w:rsidRDefault="0017512A" w14:paraId="3CAFC8C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EB64E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DB2B100" w14:textId="77777777">
        <w:tc>
          <w:tcPr>
            <w:tcW w:w="2694" w:type="dxa"/>
            <w:vAlign w:val="center"/>
          </w:tcPr>
          <w:p w:rsidRPr="009C54AE" w:rsidR="0085747A" w:rsidP="009C54AE" w:rsidRDefault="0085747A" w14:paraId="08F057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76272" w14:paraId="07533205" w14:textId="3B160F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01C44B66" w14:textId="77777777">
        <w:tc>
          <w:tcPr>
            <w:tcW w:w="2694" w:type="dxa"/>
            <w:vAlign w:val="center"/>
          </w:tcPr>
          <w:p w:rsidRPr="009C54AE" w:rsidR="0085747A" w:rsidP="009C54AE" w:rsidRDefault="0085747A" w14:paraId="6B3D15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D2BDF" w14:paraId="217E35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2059D432" w14:textId="77777777">
        <w:tc>
          <w:tcPr>
            <w:tcW w:w="2694" w:type="dxa"/>
            <w:vAlign w:val="center"/>
          </w:tcPr>
          <w:p w:rsidRPr="009C54AE" w:rsidR="0085747A" w:rsidP="009C54AE" w:rsidRDefault="00DE4A14" w14:paraId="628D27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E70F9C" w:rsidRDefault="0017512A" w14:paraId="5C4363D5" w14:textId="79CD2F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7485E994" w14:textId="77777777">
        <w:tc>
          <w:tcPr>
            <w:tcW w:w="2694" w:type="dxa"/>
            <w:vAlign w:val="center"/>
          </w:tcPr>
          <w:p w:rsidRPr="009C54AE" w:rsidR="0085747A" w:rsidP="009C54AE" w:rsidRDefault="0085747A" w14:paraId="312E58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A0B09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008EFB04" w14:textId="77777777">
        <w:tc>
          <w:tcPr>
            <w:tcW w:w="2694" w:type="dxa"/>
            <w:vAlign w:val="center"/>
          </w:tcPr>
          <w:p w:rsidRPr="009C54AE" w:rsidR="0085747A" w:rsidP="009C54AE" w:rsidRDefault="0085747A" w14:paraId="505EB6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E70F9C" w:rsidRDefault="0017512A" w14:paraId="5C8BF6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5378F705" w14:textId="77777777">
        <w:tc>
          <w:tcPr>
            <w:tcW w:w="2694" w:type="dxa"/>
            <w:vAlign w:val="center"/>
          </w:tcPr>
          <w:p w:rsidRPr="009C54AE" w:rsidR="0085747A" w:rsidP="009C54AE" w:rsidRDefault="0085747A" w14:paraId="084077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D2BDF" w14:paraId="2C2CF3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9C54AE" w:rsidR="0085747A" w:rsidTr="00B819C8" w14:paraId="3751EB55" w14:textId="77777777">
        <w:tc>
          <w:tcPr>
            <w:tcW w:w="2694" w:type="dxa"/>
            <w:vAlign w:val="center"/>
          </w:tcPr>
          <w:p w:rsidRPr="009C54AE" w:rsidR="0085747A" w:rsidP="009C54AE" w:rsidRDefault="0085747A" w14:paraId="62A966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E70F9C" w:rsidRDefault="0017512A" w14:paraId="17DA93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5208A9AA" w14:textId="77777777">
        <w:tc>
          <w:tcPr>
            <w:tcW w:w="2694" w:type="dxa"/>
            <w:vAlign w:val="center"/>
          </w:tcPr>
          <w:p w:rsidRPr="009C54AE" w:rsidR="00923D7D" w:rsidP="009C54AE" w:rsidRDefault="00923D7D" w14:paraId="5CBDE7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7C57DE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2B636D60" w14:textId="77777777">
        <w:tc>
          <w:tcPr>
            <w:tcW w:w="2694" w:type="dxa"/>
            <w:vAlign w:val="center"/>
          </w:tcPr>
          <w:p w:rsidRPr="009C54AE" w:rsidR="0085747A" w:rsidP="009C54AE" w:rsidRDefault="0085747A" w14:paraId="3161B0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AE7" w14:paraId="0BC8A4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Pr="009C54AE" w:rsidR="0085747A" w:rsidTr="00B819C8" w14:paraId="3FD70861" w14:textId="77777777">
        <w:tc>
          <w:tcPr>
            <w:tcW w:w="2694" w:type="dxa"/>
            <w:vAlign w:val="center"/>
          </w:tcPr>
          <w:p w:rsidRPr="009C54AE" w:rsidR="0085747A" w:rsidP="009C54AE" w:rsidRDefault="0085747A" w14:paraId="2067C9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AE7" w14:paraId="48AA14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:rsidRPr="009C54AE" w:rsidR="0085747A" w:rsidP="009C54AE" w:rsidRDefault="0085747A" w14:paraId="37694F20" w14:textId="701D5C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EB499A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1783DF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32E68" w14:paraId="029F0714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CED13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E2343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E025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0CFB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2855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54FF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CEB8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E7EFA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53D1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88C6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24C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32E68" w14:paraId="31FF54A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32E68" w14:paraId="29DF322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32E68" w14:paraId="7292E7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D147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9DC9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3E9E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463BB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11EAE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1340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AA078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D36E1" w14:paraId="393E9C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B6019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0BAA8B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3E6F50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A3703" w:rsidP="001A3703" w:rsidRDefault="001A3703" w14:paraId="376B7AC2" w14:textId="7A02B0E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1A3703" w:rsidR="001A3703" w:rsidP="001A3703" w:rsidRDefault="001A3703" w14:paraId="31513B52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6C9487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922618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9B33AE" w14:paraId="57036DC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B33AE" w:rsidP="009C54AE" w:rsidRDefault="009B33AE" w14:paraId="399826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D0796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48C36FB" w14:textId="77777777">
        <w:tc>
          <w:tcPr>
            <w:tcW w:w="9670" w:type="dxa"/>
          </w:tcPr>
          <w:p w:rsidRPr="009C54AE" w:rsidR="0085747A" w:rsidP="009B33AE" w:rsidRDefault="009B33AE" w14:paraId="4717BBC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:rsidR="00153C41" w:rsidP="009C54AE" w:rsidRDefault="00153C41" w14:paraId="42262C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D73D14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F3138C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E5B56B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11BC95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B33AE" w14:paraId="7DCEF0CD" w14:textId="77777777">
        <w:tc>
          <w:tcPr>
            <w:tcW w:w="843" w:type="dxa"/>
            <w:vAlign w:val="center"/>
          </w:tcPr>
          <w:p w:rsidRPr="009C54AE" w:rsidR="0085747A" w:rsidP="009C54AE" w:rsidRDefault="0085747A" w14:paraId="42089E7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85747A" w:rsidP="009B33AE" w:rsidRDefault="009B33AE" w14:paraId="5FB354F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Pr="009C54AE" w:rsidR="009B33AE" w:rsidTr="009B33AE" w14:paraId="2F299229" w14:textId="77777777">
        <w:tc>
          <w:tcPr>
            <w:tcW w:w="843" w:type="dxa"/>
            <w:vAlign w:val="center"/>
          </w:tcPr>
          <w:p w:rsidRPr="009C54AE" w:rsidR="009B33AE" w:rsidP="009B33AE" w:rsidRDefault="009B33AE" w14:paraId="06F8D25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4D2114" w:rsidR="009B33AE" w:rsidP="009B33AE" w:rsidRDefault="009B33AE" w14:paraId="12AA6D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Pr="009C54AE" w:rsidR="009B33AE" w:rsidTr="009B33AE" w14:paraId="6ED75E69" w14:textId="77777777">
        <w:tc>
          <w:tcPr>
            <w:tcW w:w="843" w:type="dxa"/>
            <w:vAlign w:val="center"/>
          </w:tcPr>
          <w:p w:rsidRPr="009C54AE" w:rsidR="009B33AE" w:rsidP="009B33AE" w:rsidRDefault="009B33AE" w14:paraId="68D8FC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Pr="004D2114" w:rsidR="009B33AE" w:rsidP="009B33AE" w:rsidRDefault="009B33AE" w14:paraId="67597B2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:rsidRPr="009C54AE" w:rsidR="0085747A" w:rsidP="009C54AE" w:rsidRDefault="0085747A" w14:paraId="574DE60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27E1BA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AF83E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B53251" w14:paraId="0D8C3A82" w14:textId="77777777">
        <w:tc>
          <w:tcPr>
            <w:tcW w:w="1681" w:type="dxa"/>
            <w:vAlign w:val="center"/>
          </w:tcPr>
          <w:p w:rsidRPr="009C54AE" w:rsidR="0085747A" w:rsidP="009C54AE" w:rsidRDefault="0085747A" w14:paraId="407E89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16521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2FC0AB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B53251" w14:paraId="1E1BA5A5" w14:textId="77777777">
        <w:tc>
          <w:tcPr>
            <w:tcW w:w="1681" w:type="dxa"/>
          </w:tcPr>
          <w:p w:rsidRPr="009C54AE" w:rsidR="0085747A" w:rsidP="009C54AE" w:rsidRDefault="009B33AE" w14:paraId="57AD4E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3D36E1" w:rsidR="0085747A" w:rsidP="00B53251" w:rsidRDefault="003D36E1" w14:paraId="2EBA32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:rsidRPr="009C54AE" w:rsidR="0085747A" w:rsidP="00DA29DC" w:rsidRDefault="00B53251" w14:paraId="382FD5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Pr="009C54AE" w:rsidR="0085747A" w:rsidTr="00B53251" w14:paraId="65C05F8F" w14:textId="77777777">
        <w:tc>
          <w:tcPr>
            <w:tcW w:w="1681" w:type="dxa"/>
          </w:tcPr>
          <w:p w:rsidRPr="009C54AE" w:rsidR="0085747A" w:rsidP="009C54AE" w:rsidRDefault="0085747A" w14:paraId="25AE65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3D36E1" w:rsidR="0085747A" w:rsidP="009C54AE" w:rsidRDefault="003D36E1" w14:paraId="2E82B3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:rsidRPr="009C54AE" w:rsidR="0085747A" w:rsidP="00DA29DC" w:rsidRDefault="00B53251" w14:paraId="673B37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Pr="009C54AE" w:rsidR="0085747A" w:rsidTr="00B53251" w14:paraId="54E123A5" w14:textId="77777777">
        <w:tc>
          <w:tcPr>
            <w:tcW w:w="1681" w:type="dxa"/>
          </w:tcPr>
          <w:p w:rsidRPr="009C54AE" w:rsidR="0085747A" w:rsidP="009C54AE" w:rsidRDefault="00B53251" w14:paraId="201EE3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3D36E1" w:rsidR="0085747A" w:rsidP="009C54AE" w:rsidRDefault="003D36E1" w14:paraId="5BFF8E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:rsidRPr="009C54AE" w:rsidR="0085747A" w:rsidP="00DA29DC" w:rsidRDefault="00B53251" w14:paraId="7619BF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Pr="009C54AE" w:rsidR="009B33AE" w:rsidTr="00B53251" w14:paraId="5899FB50" w14:textId="77777777">
        <w:tc>
          <w:tcPr>
            <w:tcW w:w="1681" w:type="dxa"/>
          </w:tcPr>
          <w:p w:rsidRPr="009C54AE" w:rsidR="009B33AE" w:rsidP="009C54AE" w:rsidRDefault="00B53251" w14:paraId="5C2166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3D36E1" w:rsidR="009B33AE" w:rsidP="003D36E1" w:rsidRDefault="003D36E1" w14:paraId="0854FD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Potrafi analizować przyczyny i oceniać przebieg zjawisk gospodarczych w warunkach </w:t>
            </w:r>
            <w:r>
              <w:rPr>
                <w:rFonts w:ascii="Corbel" w:hAnsi="Corbel"/>
                <w:b w:val="0"/>
                <w:smallCaps w:val="0"/>
              </w:rPr>
              <w:t>integracji europejskiej</w:t>
            </w:r>
          </w:p>
        </w:tc>
        <w:tc>
          <w:tcPr>
            <w:tcW w:w="1865" w:type="dxa"/>
          </w:tcPr>
          <w:p w:rsidRPr="009C54AE" w:rsidR="009B33AE" w:rsidP="00DA29DC" w:rsidRDefault="00B53251" w14:paraId="3F847C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</w:tbl>
    <w:p w:rsidRPr="009C54AE" w:rsidR="0085747A" w:rsidP="009C54AE" w:rsidRDefault="0085747A" w14:paraId="264B0E4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870321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33F0DF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508E7D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3E7A8F5" w14:paraId="3FE55562" w14:textId="77777777">
        <w:tc>
          <w:tcPr>
            <w:tcW w:w="9520" w:type="dxa"/>
            <w:tcMar/>
          </w:tcPr>
          <w:p w:rsidRPr="009C54AE" w:rsidR="0085747A" w:rsidP="21703A37" w:rsidRDefault="0085747A" w14:paraId="51B24A9D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D36E1" w:rsidTr="33E7A8F5" w14:paraId="6E4599BD" w14:textId="77777777">
        <w:tc>
          <w:tcPr>
            <w:tcW w:w="9520" w:type="dxa"/>
            <w:tcMar/>
          </w:tcPr>
          <w:p w:rsidRPr="00AC2E5B" w:rsidR="003D36E1" w:rsidP="21703A37" w:rsidRDefault="003D36E1" w14:paraId="5C095D1A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Pr="009C54AE" w:rsidR="003D36E1" w:rsidTr="33E7A8F5" w14:paraId="3997D3CA" w14:textId="77777777">
        <w:tc>
          <w:tcPr>
            <w:tcW w:w="9520" w:type="dxa"/>
            <w:tcMar/>
          </w:tcPr>
          <w:p w:rsidRPr="00AC2E5B" w:rsidR="003D36E1" w:rsidP="21703A37" w:rsidRDefault="003D36E1" w14:paraId="7F27EC0E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Pr="009C54AE" w:rsidR="003D36E1" w:rsidTr="33E7A8F5" w14:paraId="1D3B4009" w14:textId="77777777">
        <w:tc>
          <w:tcPr>
            <w:tcW w:w="9520" w:type="dxa"/>
            <w:tcMar/>
          </w:tcPr>
          <w:p w:rsidRPr="00AC2E5B" w:rsidR="003D36E1" w:rsidP="21703A37" w:rsidRDefault="003D36E1" w14:paraId="10A4CC3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 xml:space="preserve">Status prawno-ustrojowy 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Pr="009C54AE" w:rsidR="003D36E1" w:rsidTr="33E7A8F5" w14:paraId="7915B2EE" w14:textId="77777777">
        <w:tc>
          <w:tcPr>
            <w:tcW w:w="9520" w:type="dxa"/>
            <w:tcMar/>
          </w:tcPr>
          <w:p w:rsidRPr="00AC2E5B" w:rsidR="003D36E1" w:rsidP="21703A37" w:rsidRDefault="003D36E1" w14:paraId="05145BE2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Pr="009C54AE" w:rsidR="003D36E1" w:rsidTr="33E7A8F5" w14:paraId="1B2C3C5E" w14:textId="77777777">
        <w:tc>
          <w:tcPr>
            <w:tcW w:w="9520" w:type="dxa"/>
            <w:tcMar/>
          </w:tcPr>
          <w:p w:rsidRPr="00AC2E5B" w:rsidR="003D36E1" w:rsidP="21703A37" w:rsidRDefault="003D36E1" w14:paraId="507E5FC1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Pr="009C54AE" w:rsidR="003D36E1" w:rsidTr="33E7A8F5" w14:paraId="314C7AD2" w14:textId="77777777">
        <w:tc>
          <w:tcPr>
            <w:tcW w:w="9520" w:type="dxa"/>
            <w:tcMar/>
          </w:tcPr>
          <w:p w:rsidRPr="00AC2E5B" w:rsidR="003D36E1" w:rsidP="21703A37" w:rsidRDefault="003D36E1" w14:paraId="0B14A00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Pr="009C54AE" w:rsidR="003D36E1" w:rsidTr="33E7A8F5" w14:paraId="5F924E20" w14:textId="77777777">
        <w:tc>
          <w:tcPr>
            <w:tcW w:w="9520" w:type="dxa"/>
            <w:tcMar/>
          </w:tcPr>
          <w:p w:rsidRPr="00AC2E5B" w:rsidR="003D36E1" w:rsidP="21703A37" w:rsidRDefault="003D36E1" w14:paraId="11AAC69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Pr="009C54AE" w:rsidR="003D36E1" w:rsidTr="33E7A8F5" w14:paraId="4E4FB7D7" w14:textId="77777777">
        <w:tc>
          <w:tcPr>
            <w:tcW w:w="9520" w:type="dxa"/>
            <w:tcMar/>
          </w:tcPr>
          <w:p w:rsidRPr="00AC2E5B" w:rsidR="003D36E1" w:rsidP="21703A37" w:rsidRDefault="003D36E1" w14:paraId="0ACBFA58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Pr="009C54AE" w:rsidR="003D36E1" w:rsidTr="33E7A8F5" w14:paraId="0E3A69E3" w14:textId="77777777">
        <w:tc>
          <w:tcPr>
            <w:tcW w:w="9520" w:type="dxa"/>
            <w:tcMar/>
          </w:tcPr>
          <w:p w:rsidRPr="00AC2E5B" w:rsidR="003D36E1" w:rsidP="21703A37" w:rsidRDefault="003D36E1" w14:paraId="634CA3F2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Pr="009C54AE" w:rsidR="003D36E1" w:rsidTr="33E7A8F5" w14:paraId="0CC33A94" w14:textId="77777777">
        <w:tc>
          <w:tcPr>
            <w:tcW w:w="9520" w:type="dxa"/>
            <w:tcMar/>
          </w:tcPr>
          <w:p w:rsidRPr="00AC2E5B" w:rsidR="003D36E1" w:rsidP="21703A37" w:rsidRDefault="003D36E1" w14:paraId="71FCDD50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Pr="009C54AE" w:rsidR="003D36E1" w:rsidTr="33E7A8F5" w14:paraId="13DD4532" w14:textId="77777777">
        <w:tc>
          <w:tcPr>
            <w:tcW w:w="9520" w:type="dxa"/>
            <w:tcMar/>
          </w:tcPr>
          <w:p w:rsidRPr="00AC2E5B" w:rsidR="003D36E1" w:rsidP="21703A37" w:rsidRDefault="003D36E1" w14:paraId="38AB04A0" w14:textId="7777777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:rsidRPr="009C54AE" w:rsidR="0085747A" w:rsidP="009C54AE" w:rsidRDefault="0085747A" w14:paraId="2AB4453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60CF1AD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3D36E1" w14:paraId="044603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:rsidRPr="009C54AE" w:rsidR="0085747A" w:rsidP="009C54AE" w:rsidRDefault="00C61DC5" w14:paraId="095F38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4FD92D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EF726A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A92F2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1E96BE43" w14:textId="77777777">
        <w:tc>
          <w:tcPr>
            <w:tcW w:w="1985" w:type="dxa"/>
            <w:vAlign w:val="center"/>
          </w:tcPr>
          <w:p w:rsidRPr="009C54AE" w:rsidR="0085747A" w:rsidP="009C54AE" w:rsidRDefault="0071620A" w14:paraId="525E4E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6ECA4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F68CB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3241EB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5FAB8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688DDFB2" w14:textId="77777777">
        <w:tc>
          <w:tcPr>
            <w:tcW w:w="1985" w:type="dxa"/>
          </w:tcPr>
          <w:p w:rsidRPr="009C54AE" w:rsidR="0085747A" w:rsidP="009C54AE" w:rsidRDefault="0085747A" w14:paraId="180DE4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9C54AE" w:rsidR="0085747A" w:rsidP="009C54AE" w:rsidRDefault="00DA29DC" w14:paraId="680BE1D2" w14:textId="0E1FFCC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Pr="009C54AE" w:rsidR="0085747A" w:rsidP="00DA29DC" w:rsidRDefault="00DA29DC" w14:paraId="2AE32EF9" w14:textId="71300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85747A" w:rsidTr="00C05F44" w14:paraId="2BE045CB" w14:textId="77777777">
        <w:tc>
          <w:tcPr>
            <w:tcW w:w="1985" w:type="dxa"/>
          </w:tcPr>
          <w:p w:rsidRPr="009C54AE" w:rsidR="0085747A" w:rsidP="009C54AE" w:rsidRDefault="0085747A" w14:paraId="25CB96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DA29DC" w14:paraId="0E52756C" w14:textId="32327C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Pr="009C54AE" w:rsidR="0085747A" w:rsidP="00DA29DC" w:rsidRDefault="00DA29DC" w14:paraId="0C6F7B77" w14:textId="518B1E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3D36E1" w:rsidTr="00C05F44" w14:paraId="5009C5D6" w14:textId="77777777">
        <w:tc>
          <w:tcPr>
            <w:tcW w:w="1985" w:type="dxa"/>
          </w:tcPr>
          <w:p w:rsidRPr="009C54AE" w:rsidR="003D36E1" w:rsidP="009C54AE" w:rsidRDefault="003D36E1" w14:paraId="55E254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9C54AE" w:rsidR="003D36E1" w:rsidP="009C54AE" w:rsidRDefault="00DA29DC" w14:paraId="66C1AE6E" w14:textId="39895E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3D36E1" w:rsidP="00DA29DC" w:rsidRDefault="00DA29DC" w14:paraId="2F4DA042" w14:textId="04AF3E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3D36E1" w:rsidTr="00C05F44" w14:paraId="6234473F" w14:textId="77777777">
        <w:tc>
          <w:tcPr>
            <w:tcW w:w="1985" w:type="dxa"/>
          </w:tcPr>
          <w:p w:rsidRPr="009C54AE" w:rsidR="003D36E1" w:rsidP="009C54AE" w:rsidRDefault="003D36E1" w14:paraId="21F795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3D36E1" w:rsidP="009C54AE" w:rsidRDefault="00DA29DC" w14:paraId="3241A5F6" w14:textId="118D0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Pr="009C54AE" w:rsidR="003D36E1" w:rsidP="00DA29DC" w:rsidRDefault="00DA29DC" w14:paraId="1B8897CD" w14:textId="263D06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Pr="009C54AE" w:rsidR="00923D7D" w:rsidP="009C54AE" w:rsidRDefault="00923D7D" w14:paraId="0A9E29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0A8503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041AB7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99F2399" w14:textId="77777777">
        <w:tc>
          <w:tcPr>
            <w:tcW w:w="9670" w:type="dxa"/>
          </w:tcPr>
          <w:p w:rsidRPr="009C54AE" w:rsidR="0085747A" w:rsidP="009C54AE" w:rsidRDefault="003D36E1" w14:paraId="0FF15D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2925669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ADDB00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5B702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84A32BD" w14:textId="77777777">
        <w:tc>
          <w:tcPr>
            <w:tcW w:w="4962" w:type="dxa"/>
            <w:vAlign w:val="center"/>
          </w:tcPr>
          <w:p w:rsidRPr="009C54AE" w:rsidR="0085747A" w:rsidP="009C54AE" w:rsidRDefault="00C61DC5" w14:paraId="18E5733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5827188" w14:textId="317890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570F2A4" w14:textId="77777777">
        <w:tc>
          <w:tcPr>
            <w:tcW w:w="4962" w:type="dxa"/>
          </w:tcPr>
          <w:p w:rsidRPr="009C54AE" w:rsidR="0085747A" w:rsidP="009C54AE" w:rsidRDefault="00C61DC5" w14:paraId="01896F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47BF0" w:rsidRDefault="003D36E1" w14:paraId="108E12B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75F90D2" w14:textId="77777777">
        <w:tc>
          <w:tcPr>
            <w:tcW w:w="4962" w:type="dxa"/>
          </w:tcPr>
          <w:p w:rsidRPr="009C54AE" w:rsidR="00C61DC5" w:rsidP="009C54AE" w:rsidRDefault="00C61DC5" w14:paraId="49193B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3D36E1" w:rsidRDefault="003D36E1" w14:paraId="681555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047BF0" w:rsidRDefault="003D36E1" w14:paraId="1575E8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ED3E705" w14:textId="77777777">
        <w:tc>
          <w:tcPr>
            <w:tcW w:w="4962" w:type="dxa"/>
          </w:tcPr>
          <w:p w:rsidRPr="009C54AE" w:rsidR="00C61DC5" w:rsidP="001A3703" w:rsidRDefault="00C61DC5" w14:paraId="38D47973" w14:textId="1584E3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047BF0" w:rsidRDefault="003D36E1" w14:paraId="4A44072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63FFD8B7" w14:textId="77777777">
        <w:tc>
          <w:tcPr>
            <w:tcW w:w="4962" w:type="dxa"/>
          </w:tcPr>
          <w:p w:rsidRPr="009C54AE" w:rsidR="0085747A" w:rsidP="009C54AE" w:rsidRDefault="0085747A" w14:paraId="125281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47BF0" w:rsidRDefault="003D36E1" w14:paraId="025077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146D3434" w14:textId="77777777">
        <w:tc>
          <w:tcPr>
            <w:tcW w:w="4962" w:type="dxa"/>
          </w:tcPr>
          <w:p w:rsidRPr="009C54AE" w:rsidR="0085747A" w:rsidP="009C54AE" w:rsidRDefault="0085747A" w14:paraId="6929CB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47BF0" w:rsidRDefault="003D36E1" w14:paraId="0374019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C78738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3F4C4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017E7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01E560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DA29DC" w14:paraId="067F959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6D6D6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DA29DC" w:rsidRDefault="00DA29DC" w14:paraId="1AF6BB63" w14:textId="0E2913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DA29DC" w14:paraId="20DBBCAF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79A86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DA29DC" w:rsidRDefault="00DA29DC" w14:paraId="2E237211" w14:textId="58EDEF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8E25C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F031C3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55E975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DA29DC" w14:paraId="4F905F19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8E1B0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37089" w:rsidR="003D36E1" w:rsidP="003D36E1" w:rsidRDefault="003D36E1" w14:paraId="25470AD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Barcz J., Kawecka-Wyrzykowska E., Michałowska-Gorywoda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3D36E1" w:rsidR="003D36E1" w:rsidP="003D36E1" w:rsidRDefault="003D36E1" w14:paraId="3177F0C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:rsidRPr="009C54AE" w:rsidR="003D36E1" w:rsidP="003D36E1" w:rsidRDefault="003D36E1" w14:paraId="615D3392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Integracji europejska, red. nauk. Wojtaszczyk K.A., Wydawnictwo Poltext,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Pr="009C54AE" w:rsidR="0085747A" w:rsidTr="00DA29DC" w14:paraId="7D46982A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09D33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3D36E1" w:rsidR="003D36E1" w:rsidP="003D36E1" w:rsidRDefault="003D36E1" w14:paraId="59DFB4E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:rsidRPr="009C54AE" w:rsidR="003D36E1" w:rsidP="003D36E1" w:rsidRDefault="003D36E1" w14:paraId="762B7C2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:rsidRPr="009C54AE" w:rsidR="0085747A" w:rsidP="009C54AE" w:rsidRDefault="0085747A" w14:paraId="184885D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14413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BABFEE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F7970" w:rsidP="00C16ABF" w:rsidRDefault="000F7970" w14:paraId="5299795A" w14:textId="77777777">
      <w:pPr>
        <w:spacing w:after="0" w:line="240" w:lineRule="auto"/>
      </w:pPr>
      <w:r>
        <w:separator/>
      </w:r>
    </w:p>
  </w:endnote>
  <w:endnote w:type="continuationSeparator" w:id="0">
    <w:p w:rsidR="000F7970" w:rsidP="00C16ABF" w:rsidRDefault="000F7970" w14:paraId="4C00DBC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F7970" w:rsidP="00C16ABF" w:rsidRDefault="000F7970" w14:paraId="2212E623" w14:textId="77777777">
      <w:pPr>
        <w:spacing w:after="0" w:line="240" w:lineRule="auto"/>
      </w:pPr>
      <w:r>
        <w:separator/>
      </w:r>
    </w:p>
  </w:footnote>
  <w:footnote w:type="continuationSeparator" w:id="0">
    <w:p w:rsidR="000F7970" w:rsidP="00C16ABF" w:rsidRDefault="000F7970" w14:paraId="6C1507D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F2FB2F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FAF"/>
    <w:rsid w:val="000F5615"/>
    <w:rsid w:val="000F797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1703A37"/>
    <w:rsid w:val="33E7A8F5"/>
    <w:rsid w:val="54E0F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1A3703"/>
  </w:style>
  <w:style w:type="character" w:styleId="spellingerror" w:customStyle="1">
    <w:name w:val="spellingerror"/>
    <w:basedOn w:val="Domylnaczcionkaakapitu"/>
    <w:rsid w:val="001A3703"/>
  </w:style>
  <w:style w:type="character" w:styleId="eop" w:customStyle="1">
    <w:name w:val="eop"/>
    <w:basedOn w:val="Domylnaczcionkaakapitu"/>
    <w:rsid w:val="001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AC30CC-D775-410C-9052-2B67252B16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73702C-CC7A-4831-BF15-7D59712D2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Baran Ewa</lastModifiedBy>
  <revision>10</revision>
  <lastPrinted>2019-02-06T12:12:00.0000000Z</lastPrinted>
  <dcterms:created xsi:type="dcterms:W3CDTF">2020-10-26T21:57:00.0000000Z</dcterms:created>
  <dcterms:modified xsi:type="dcterms:W3CDTF">2020-12-11T08:24:40.6460055Z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